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34AE9" w:rsidRDefault="00D34AE9">
      <w:pPr>
        <w:pStyle w:val="a3"/>
      </w:pPr>
    </w:p>
    <w:p w:rsidR="00D34AE9" w:rsidRDefault="00D34AE9" w:rsidP="00D34AE9">
      <w:pPr>
        <w:pStyle w:val="a3"/>
      </w:pPr>
      <w:r>
        <w:t>БРЯНСКАЯ ОБЛАСТЬ</w:t>
      </w:r>
    </w:p>
    <w:p w:rsidR="00D34AE9" w:rsidRDefault="00D34AE9" w:rsidP="00D34AE9">
      <w:pPr>
        <w:pStyle w:val="a3"/>
      </w:pPr>
      <w:r>
        <w:t>РЕВЕНСКАЯ СЕЛЬСКАЯ АДМИНИСТРАЦИЯ</w:t>
      </w:r>
    </w:p>
    <w:p w:rsidR="00D34AE9" w:rsidRDefault="00D34AE9" w:rsidP="00D34AE9">
      <w:pPr>
        <w:pStyle w:val="a3"/>
        <w:jc w:val="left"/>
      </w:pPr>
      <w:r>
        <w:t>________________________________________________________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  </w:t>
      </w:r>
    </w:p>
    <w:p w:rsidR="00D34AE9" w:rsidRDefault="00D34AE9" w:rsidP="00D34AE9">
      <w:pPr>
        <w:pStyle w:val="a3"/>
        <w:jc w:val="left"/>
        <w:rPr>
          <w:sz w:val="24"/>
          <w:szCs w:val="24"/>
        </w:rPr>
      </w:pPr>
      <w:r w:rsidRPr="00D34AE9">
        <w:rPr>
          <w:sz w:val="24"/>
          <w:szCs w:val="24"/>
        </w:rPr>
        <w:t xml:space="preserve">  От   </w:t>
      </w:r>
      <w:r w:rsidR="00D6127D">
        <w:rPr>
          <w:sz w:val="24"/>
          <w:szCs w:val="24"/>
        </w:rPr>
        <w:t>26</w:t>
      </w:r>
      <w:r w:rsidRPr="00D34AE9">
        <w:rPr>
          <w:sz w:val="24"/>
          <w:szCs w:val="24"/>
        </w:rPr>
        <w:t>.0</w:t>
      </w:r>
      <w:r w:rsidR="00DA2B33">
        <w:rPr>
          <w:sz w:val="24"/>
          <w:szCs w:val="24"/>
        </w:rPr>
        <w:t>3</w:t>
      </w:r>
      <w:r w:rsidRPr="00D34AE9">
        <w:rPr>
          <w:sz w:val="24"/>
          <w:szCs w:val="24"/>
        </w:rPr>
        <w:t xml:space="preserve">.2018 г. № </w:t>
      </w:r>
      <w:r w:rsidR="00566D9E">
        <w:rPr>
          <w:sz w:val="24"/>
          <w:szCs w:val="24"/>
        </w:rPr>
        <w:t>2</w:t>
      </w:r>
      <w:r w:rsidR="00DA2B33">
        <w:rPr>
          <w:sz w:val="24"/>
          <w:szCs w:val="24"/>
        </w:rPr>
        <w:t>9</w:t>
      </w:r>
      <w:r w:rsidRPr="00D34AE9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</w:t>
      </w:r>
      <w:r w:rsidRPr="00D34AE9">
        <w:rPr>
          <w:sz w:val="24"/>
          <w:szCs w:val="24"/>
        </w:rPr>
        <w:t xml:space="preserve">          </w:t>
      </w:r>
      <w:proofErr w:type="spellStart"/>
      <w:r w:rsidRPr="00D34AE9">
        <w:rPr>
          <w:sz w:val="24"/>
          <w:szCs w:val="24"/>
        </w:rPr>
        <w:t>д</w:t>
      </w:r>
      <w:proofErr w:type="gramStart"/>
      <w:r w:rsidRPr="00D34AE9">
        <w:rPr>
          <w:sz w:val="24"/>
          <w:szCs w:val="24"/>
        </w:rPr>
        <w:t>.Л</w:t>
      </w:r>
      <w:proofErr w:type="gramEnd"/>
      <w:r w:rsidRPr="00D34AE9">
        <w:rPr>
          <w:sz w:val="24"/>
          <w:szCs w:val="24"/>
        </w:rPr>
        <w:t>ужецкая</w:t>
      </w:r>
      <w:proofErr w:type="spellEnd"/>
      <w:r w:rsidRPr="00D34AE9">
        <w:rPr>
          <w:sz w:val="24"/>
          <w:szCs w:val="24"/>
        </w:rPr>
        <w:t xml:space="preserve">, </w:t>
      </w:r>
      <w:proofErr w:type="spellStart"/>
      <w:r w:rsidRPr="00D34AE9">
        <w:rPr>
          <w:sz w:val="24"/>
          <w:szCs w:val="24"/>
        </w:rPr>
        <w:t>Карачевский</w:t>
      </w:r>
      <w:proofErr w:type="spellEnd"/>
      <w:r w:rsidRPr="00D34AE9">
        <w:rPr>
          <w:sz w:val="24"/>
          <w:szCs w:val="24"/>
        </w:rPr>
        <w:t xml:space="preserve"> р-он.</w:t>
      </w:r>
    </w:p>
    <w:p w:rsidR="00D6127D" w:rsidRDefault="00D6127D" w:rsidP="00D34AE9">
      <w:pPr>
        <w:pStyle w:val="a3"/>
        <w:jc w:val="left"/>
        <w:rPr>
          <w:sz w:val="24"/>
          <w:szCs w:val="24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232285" w:rsidP="00232285">
      <w:pPr>
        <w:jc w:val="right"/>
        <w:rPr>
          <w:color w:val="203463"/>
          <w:sz w:val="28"/>
          <w:szCs w:val="28"/>
        </w:rPr>
      </w:pPr>
    </w:p>
    <w:p w:rsidR="00232285" w:rsidRDefault="00566D9E" w:rsidP="00566D9E">
      <w:pPr>
        <w:jc w:val="center"/>
      </w:pPr>
      <w:r>
        <w:rPr>
          <w:sz w:val="28"/>
          <w:szCs w:val="28"/>
        </w:rPr>
        <w:t xml:space="preserve">                                                                    </w:t>
      </w:r>
      <w:r w:rsidR="00232285">
        <w:rPr>
          <w:sz w:val="28"/>
          <w:szCs w:val="28"/>
        </w:rPr>
        <w:t xml:space="preserve">Начальнику </w:t>
      </w:r>
      <w:r w:rsidR="00EF0549">
        <w:rPr>
          <w:sz w:val="28"/>
          <w:szCs w:val="28"/>
        </w:rPr>
        <w:t xml:space="preserve"> </w:t>
      </w:r>
      <w:r w:rsidR="00232285">
        <w:rPr>
          <w:sz w:val="28"/>
          <w:szCs w:val="28"/>
        </w:rPr>
        <w:t xml:space="preserve">финансового </w:t>
      </w:r>
      <w:r w:rsidR="00EF0549">
        <w:rPr>
          <w:sz w:val="28"/>
          <w:szCs w:val="28"/>
        </w:rPr>
        <w:t>о</w:t>
      </w:r>
      <w:r w:rsidR="00D6127D" w:rsidRPr="00D6127D">
        <w:rPr>
          <w:sz w:val="28"/>
          <w:szCs w:val="28"/>
        </w:rPr>
        <w:t>тдела</w:t>
      </w:r>
      <w:r w:rsidR="00232285" w:rsidRPr="00232285">
        <w:t xml:space="preserve"> </w:t>
      </w:r>
    </w:p>
    <w:p w:rsidR="00EF0549" w:rsidRDefault="00232285" w:rsidP="00232285">
      <w:pPr>
        <w:jc w:val="right"/>
        <w:rPr>
          <w:sz w:val="28"/>
          <w:szCs w:val="28"/>
        </w:rPr>
      </w:pPr>
      <w:r w:rsidRPr="00232285">
        <w:rPr>
          <w:sz w:val="28"/>
          <w:szCs w:val="28"/>
        </w:rPr>
        <w:t xml:space="preserve">администрации </w:t>
      </w:r>
      <w:proofErr w:type="spellStart"/>
      <w:r w:rsidRPr="00232285">
        <w:rPr>
          <w:sz w:val="28"/>
          <w:szCs w:val="28"/>
        </w:rPr>
        <w:t>Карачевского</w:t>
      </w:r>
      <w:proofErr w:type="spellEnd"/>
      <w:r w:rsidRPr="00232285">
        <w:rPr>
          <w:sz w:val="28"/>
          <w:szCs w:val="28"/>
        </w:rPr>
        <w:t xml:space="preserve"> района                                                           </w:t>
      </w:r>
    </w:p>
    <w:p w:rsidR="00D6127D" w:rsidRDefault="00EF0549" w:rsidP="00EF05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228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</w:t>
      </w:r>
      <w:r w:rsidR="00D6127D" w:rsidRPr="00D6127D">
        <w:rPr>
          <w:sz w:val="28"/>
          <w:szCs w:val="28"/>
        </w:rPr>
        <w:t>Фоминой В.Н.</w:t>
      </w:r>
    </w:p>
    <w:p w:rsidR="00EF0549" w:rsidRPr="00D6127D" w:rsidRDefault="00EF0549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EF0549" w:rsidRPr="00EF0549" w:rsidRDefault="00EF0549" w:rsidP="00EF0549">
      <w:pPr>
        <w:jc w:val="center"/>
        <w:rPr>
          <w:sz w:val="28"/>
          <w:szCs w:val="28"/>
        </w:rPr>
      </w:pPr>
      <w:r w:rsidRPr="00EF0549">
        <w:rPr>
          <w:sz w:val="28"/>
          <w:szCs w:val="28"/>
        </w:rPr>
        <w:t xml:space="preserve">Уважаемая </w:t>
      </w:r>
      <w:r>
        <w:rPr>
          <w:sz w:val="28"/>
          <w:szCs w:val="28"/>
        </w:rPr>
        <w:t>Валентина Николаевна</w:t>
      </w:r>
      <w:r w:rsidRPr="00EF0549">
        <w:rPr>
          <w:sz w:val="28"/>
          <w:szCs w:val="28"/>
        </w:rPr>
        <w:t>!</w:t>
      </w: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EF0549">
      <w:pPr>
        <w:rPr>
          <w:sz w:val="28"/>
          <w:szCs w:val="28"/>
        </w:rPr>
      </w:pPr>
    </w:p>
    <w:p w:rsidR="00EF0549" w:rsidRPr="00EF0549" w:rsidRDefault="00EF0549" w:rsidP="00EF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Ревенская</w:t>
      </w:r>
      <w:proofErr w:type="spellEnd"/>
      <w:r>
        <w:rPr>
          <w:sz w:val="28"/>
          <w:szCs w:val="28"/>
        </w:rPr>
        <w:t xml:space="preserve"> сельская </w:t>
      </w:r>
      <w:r w:rsidRPr="00EF0549">
        <w:rPr>
          <w:sz w:val="28"/>
          <w:szCs w:val="28"/>
        </w:rPr>
        <w:t xml:space="preserve"> администрации представляет в адрес </w:t>
      </w:r>
      <w:r>
        <w:rPr>
          <w:sz w:val="28"/>
          <w:szCs w:val="28"/>
        </w:rPr>
        <w:t xml:space="preserve"> финансового </w:t>
      </w:r>
      <w:r w:rsidRPr="00EF0549">
        <w:rPr>
          <w:sz w:val="28"/>
          <w:szCs w:val="28"/>
        </w:rPr>
        <w:t xml:space="preserve">отдела для согласования проект решения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«О внесении изменений в решение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№ </w:t>
      </w:r>
      <w:r>
        <w:rPr>
          <w:sz w:val="28"/>
          <w:szCs w:val="28"/>
        </w:rPr>
        <w:t>102</w:t>
      </w:r>
      <w:r w:rsidRPr="00EF0549">
        <w:rPr>
          <w:sz w:val="28"/>
          <w:szCs w:val="28"/>
        </w:rPr>
        <w:t xml:space="preserve"> от 2</w:t>
      </w:r>
      <w:r>
        <w:rPr>
          <w:sz w:val="28"/>
          <w:szCs w:val="28"/>
        </w:rPr>
        <w:t>6</w:t>
      </w:r>
      <w:r w:rsidRPr="00EF0549">
        <w:rPr>
          <w:sz w:val="28"/>
          <w:szCs w:val="28"/>
        </w:rPr>
        <w:t>.12.2017г. «О бюджете муниципального образования «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</w:t>
      </w:r>
      <w:r w:rsidRPr="00EF0549">
        <w:rPr>
          <w:sz w:val="28"/>
          <w:szCs w:val="28"/>
        </w:rPr>
        <w:t>» на 2018 год и на плановый период 2019 и 2020 годов</w:t>
      </w:r>
      <w:proofErr w:type="gramStart"/>
      <w:r w:rsidRPr="00EF0549">
        <w:rPr>
          <w:sz w:val="28"/>
          <w:szCs w:val="28"/>
        </w:rPr>
        <w:t>»</w:t>
      </w:r>
      <w:r w:rsidR="00DA2B33">
        <w:rPr>
          <w:sz w:val="28"/>
          <w:szCs w:val="28"/>
        </w:rPr>
        <w:t>(</w:t>
      </w:r>
      <w:proofErr w:type="gramEnd"/>
      <w:r w:rsidR="00DA2B33">
        <w:rPr>
          <w:sz w:val="28"/>
          <w:szCs w:val="28"/>
        </w:rPr>
        <w:t xml:space="preserve"> в редакции №111 от 28.02.2018г.</w:t>
      </w:r>
      <w:r w:rsidRPr="00EF0549">
        <w:rPr>
          <w:sz w:val="28"/>
          <w:szCs w:val="28"/>
        </w:rPr>
        <w:t>,</w:t>
      </w:r>
      <w:r w:rsidR="00DA2B33">
        <w:rPr>
          <w:sz w:val="28"/>
          <w:szCs w:val="28"/>
        </w:rPr>
        <w:t>)</w:t>
      </w:r>
      <w:r w:rsidRPr="00EF0549">
        <w:rPr>
          <w:sz w:val="28"/>
          <w:szCs w:val="28"/>
        </w:rPr>
        <w:t xml:space="preserve"> который будет рассматриваться на заседании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</w:t>
      </w:r>
      <w:r w:rsidRPr="00EF0549">
        <w:rPr>
          <w:sz w:val="28"/>
          <w:szCs w:val="28"/>
        </w:rPr>
        <w:t xml:space="preserve"> Совета народных депутатов </w:t>
      </w:r>
      <w:r w:rsidR="00DA2B33">
        <w:rPr>
          <w:sz w:val="28"/>
          <w:szCs w:val="28"/>
        </w:rPr>
        <w:t>30</w:t>
      </w:r>
      <w:r w:rsidRPr="00EF0549">
        <w:rPr>
          <w:sz w:val="28"/>
          <w:szCs w:val="28"/>
        </w:rPr>
        <w:t>.0</w:t>
      </w:r>
      <w:r w:rsidR="00DA2B33">
        <w:rPr>
          <w:sz w:val="28"/>
          <w:szCs w:val="28"/>
        </w:rPr>
        <w:t>3</w:t>
      </w:r>
      <w:r w:rsidRPr="00EF0549">
        <w:rPr>
          <w:sz w:val="28"/>
          <w:szCs w:val="28"/>
        </w:rPr>
        <w:t>.2018года. Пакет документов для согласования включает в себя: 1) проект Решения, 2) приложения к Решению 1-</w:t>
      </w:r>
      <w:r w:rsidR="002D39BA">
        <w:rPr>
          <w:sz w:val="28"/>
          <w:szCs w:val="28"/>
        </w:rPr>
        <w:t>3</w:t>
      </w:r>
      <w:bookmarkStart w:id="0" w:name="_GoBack"/>
      <w:bookmarkEnd w:id="0"/>
      <w:r w:rsidRPr="00EF0549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EF0549">
        <w:rPr>
          <w:sz w:val="28"/>
          <w:szCs w:val="28"/>
        </w:rPr>
        <w:t xml:space="preserve">) таблицы, </w:t>
      </w:r>
      <w:r>
        <w:rPr>
          <w:sz w:val="28"/>
          <w:szCs w:val="28"/>
        </w:rPr>
        <w:t>1</w:t>
      </w:r>
      <w:r w:rsidRPr="00EF0549">
        <w:rPr>
          <w:sz w:val="28"/>
          <w:szCs w:val="28"/>
        </w:rPr>
        <w:t>) пояснительная записка к проекту Решения с приложениями.</w:t>
      </w: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D6127D" w:rsidRPr="00D6127D" w:rsidRDefault="00D6127D" w:rsidP="00B52C12">
      <w:pPr>
        <w:jc w:val="right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B52C12" w:rsidP="00D6127D">
      <w:pPr>
        <w:jc w:val="center"/>
        <w:rPr>
          <w:sz w:val="28"/>
          <w:szCs w:val="28"/>
        </w:rPr>
      </w:pPr>
    </w:p>
    <w:p w:rsidR="00B52C12" w:rsidRPr="00D6127D" w:rsidRDefault="00D6127D" w:rsidP="00D6127D">
      <w:pPr>
        <w:jc w:val="center"/>
        <w:rPr>
          <w:sz w:val="28"/>
          <w:szCs w:val="28"/>
        </w:rPr>
      </w:pPr>
      <w:r w:rsidRPr="00D6127D">
        <w:rPr>
          <w:sz w:val="28"/>
          <w:szCs w:val="28"/>
        </w:rPr>
        <w:t xml:space="preserve">Глава </w:t>
      </w:r>
      <w:proofErr w:type="spellStart"/>
      <w:r w:rsidRPr="00D6127D">
        <w:rPr>
          <w:sz w:val="28"/>
          <w:szCs w:val="28"/>
        </w:rPr>
        <w:t>Ревенского</w:t>
      </w:r>
      <w:proofErr w:type="spellEnd"/>
      <w:r w:rsidRPr="00D6127D">
        <w:rPr>
          <w:sz w:val="28"/>
          <w:szCs w:val="28"/>
        </w:rPr>
        <w:t xml:space="preserve"> сельского  поселения                        </w:t>
      </w:r>
      <w:proofErr w:type="spellStart"/>
      <w:r w:rsidRPr="00D6127D">
        <w:rPr>
          <w:sz w:val="28"/>
          <w:szCs w:val="28"/>
        </w:rPr>
        <w:t>Н.В.Алешина</w:t>
      </w:r>
      <w:proofErr w:type="spellEnd"/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B52C12" w:rsidRDefault="00B52C12" w:rsidP="00B52C12">
      <w:pPr>
        <w:jc w:val="right"/>
        <w:rPr>
          <w:color w:val="203463"/>
          <w:sz w:val="28"/>
          <w:szCs w:val="28"/>
        </w:rPr>
      </w:pPr>
    </w:p>
    <w:p w:rsidR="005772BB" w:rsidRDefault="005772BB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p w:rsidR="00D6127D" w:rsidRDefault="00D6127D" w:rsidP="00B52C12">
      <w:pPr>
        <w:jc w:val="right"/>
        <w:rPr>
          <w:color w:val="203463"/>
          <w:sz w:val="28"/>
          <w:szCs w:val="28"/>
        </w:rPr>
      </w:pPr>
    </w:p>
    <w:sectPr w:rsidR="00D6127D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F4"/>
    <w:rsid w:val="00007F2C"/>
    <w:rsid w:val="00015EE8"/>
    <w:rsid w:val="00026A95"/>
    <w:rsid w:val="00050203"/>
    <w:rsid w:val="00057BFF"/>
    <w:rsid w:val="000840F4"/>
    <w:rsid w:val="00096EBF"/>
    <w:rsid w:val="000B5588"/>
    <w:rsid w:val="000D170D"/>
    <w:rsid w:val="000D401A"/>
    <w:rsid w:val="000E1E15"/>
    <w:rsid w:val="000E724A"/>
    <w:rsid w:val="001169DD"/>
    <w:rsid w:val="00124A2D"/>
    <w:rsid w:val="0013696A"/>
    <w:rsid w:val="00136B0A"/>
    <w:rsid w:val="00147A7C"/>
    <w:rsid w:val="00171634"/>
    <w:rsid w:val="00172ACB"/>
    <w:rsid w:val="00176967"/>
    <w:rsid w:val="001D4C8C"/>
    <w:rsid w:val="00222148"/>
    <w:rsid w:val="00232285"/>
    <w:rsid w:val="002375EF"/>
    <w:rsid w:val="00270A78"/>
    <w:rsid w:val="00274F20"/>
    <w:rsid w:val="00275C31"/>
    <w:rsid w:val="0028392D"/>
    <w:rsid w:val="00285933"/>
    <w:rsid w:val="002B13B7"/>
    <w:rsid w:val="002B5E15"/>
    <w:rsid w:val="002C315E"/>
    <w:rsid w:val="002D2E8D"/>
    <w:rsid w:val="002D39BA"/>
    <w:rsid w:val="002F2D9F"/>
    <w:rsid w:val="003131E3"/>
    <w:rsid w:val="003269E8"/>
    <w:rsid w:val="00331508"/>
    <w:rsid w:val="0033314A"/>
    <w:rsid w:val="00336C12"/>
    <w:rsid w:val="003B6EEA"/>
    <w:rsid w:val="00403A0D"/>
    <w:rsid w:val="00427243"/>
    <w:rsid w:val="004607B8"/>
    <w:rsid w:val="004C3C95"/>
    <w:rsid w:val="004C4214"/>
    <w:rsid w:val="004D315F"/>
    <w:rsid w:val="004E4E6F"/>
    <w:rsid w:val="005019B4"/>
    <w:rsid w:val="00532B80"/>
    <w:rsid w:val="005362D3"/>
    <w:rsid w:val="00540485"/>
    <w:rsid w:val="00552251"/>
    <w:rsid w:val="005576A0"/>
    <w:rsid w:val="00566D9E"/>
    <w:rsid w:val="005772BB"/>
    <w:rsid w:val="005818D9"/>
    <w:rsid w:val="00582476"/>
    <w:rsid w:val="00584F8E"/>
    <w:rsid w:val="0059648F"/>
    <w:rsid w:val="005A3960"/>
    <w:rsid w:val="005A4767"/>
    <w:rsid w:val="005C1DD3"/>
    <w:rsid w:val="005E5DD6"/>
    <w:rsid w:val="005F6D75"/>
    <w:rsid w:val="006049FB"/>
    <w:rsid w:val="00625677"/>
    <w:rsid w:val="00630FE6"/>
    <w:rsid w:val="00631075"/>
    <w:rsid w:val="006B6031"/>
    <w:rsid w:val="006E2835"/>
    <w:rsid w:val="006F5D40"/>
    <w:rsid w:val="00704E29"/>
    <w:rsid w:val="00706059"/>
    <w:rsid w:val="00732B94"/>
    <w:rsid w:val="00741290"/>
    <w:rsid w:val="007418CF"/>
    <w:rsid w:val="00752417"/>
    <w:rsid w:val="00793F2B"/>
    <w:rsid w:val="007F48BA"/>
    <w:rsid w:val="00846282"/>
    <w:rsid w:val="00847DBF"/>
    <w:rsid w:val="0087605A"/>
    <w:rsid w:val="008C3C93"/>
    <w:rsid w:val="008E1D89"/>
    <w:rsid w:val="008E5401"/>
    <w:rsid w:val="008E74C2"/>
    <w:rsid w:val="0094629A"/>
    <w:rsid w:val="00951EFC"/>
    <w:rsid w:val="00961143"/>
    <w:rsid w:val="00984C13"/>
    <w:rsid w:val="009B60A8"/>
    <w:rsid w:val="009C0424"/>
    <w:rsid w:val="009E3857"/>
    <w:rsid w:val="00A3415D"/>
    <w:rsid w:val="00A73758"/>
    <w:rsid w:val="00A739FE"/>
    <w:rsid w:val="00A769F9"/>
    <w:rsid w:val="00A8267B"/>
    <w:rsid w:val="00A94154"/>
    <w:rsid w:val="00AA3ABF"/>
    <w:rsid w:val="00AC2895"/>
    <w:rsid w:val="00AC7C23"/>
    <w:rsid w:val="00AD525E"/>
    <w:rsid w:val="00AF2B08"/>
    <w:rsid w:val="00B11900"/>
    <w:rsid w:val="00B138F3"/>
    <w:rsid w:val="00B15ECD"/>
    <w:rsid w:val="00B17305"/>
    <w:rsid w:val="00B374EF"/>
    <w:rsid w:val="00B52C12"/>
    <w:rsid w:val="00B85EA3"/>
    <w:rsid w:val="00B93149"/>
    <w:rsid w:val="00BA3B3A"/>
    <w:rsid w:val="00BA76BB"/>
    <w:rsid w:val="00BB2EDF"/>
    <w:rsid w:val="00BB68A6"/>
    <w:rsid w:val="00BC2C51"/>
    <w:rsid w:val="00BC4928"/>
    <w:rsid w:val="00BC65C1"/>
    <w:rsid w:val="00C2456B"/>
    <w:rsid w:val="00C31BD1"/>
    <w:rsid w:val="00C31C79"/>
    <w:rsid w:val="00C3254D"/>
    <w:rsid w:val="00C46E18"/>
    <w:rsid w:val="00C75FBD"/>
    <w:rsid w:val="00C84055"/>
    <w:rsid w:val="00C90AF1"/>
    <w:rsid w:val="00CB1AD9"/>
    <w:rsid w:val="00CC5E4B"/>
    <w:rsid w:val="00CD001B"/>
    <w:rsid w:val="00CD323D"/>
    <w:rsid w:val="00CD336F"/>
    <w:rsid w:val="00CD4A3B"/>
    <w:rsid w:val="00CD5012"/>
    <w:rsid w:val="00CE695E"/>
    <w:rsid w:val="00D32E4F"/>
    <w:rsid w:val="00D34AE9"/>
    <w:rsid w:val="00D454BA"/>
    <w:rsid w:val="00D6127D"/>
    <w:rsid w:val="00D67E95"/>
    <w:rsid w:val="00DA2B33"/>
    <w:rsid w:val="00DB0A49"/>
    <w:rsid w:val="00DF3282"/>
    <w:rsid w:val="00DF567A"/>
    <w:rsid w:val="00DF795D"/>
    <w:rsid w:val="00E034E6"/>
    <w:rsid w:val="00E25FD0"/>
    <w:rsid w:val="00E709D3"/>
    <w:rsid w:val="00EE2428"/>
    <w:rsid w:val="00EF0549"/>
    <w:rsid w:val="00EF5A5B"/>
    <w:rsid w:val="00F6478C"/>
    <w:rsid w:val="00F67634"/>
    <w:rsid w:val="00F67D30"/>
    <w:rsid w:val="00F9400D"/>
    <w:rsid w:val="00FA0A8B"/>
    <w:rsid w:val="00FB2F4A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2018-03-05T12:48:00Z</cp:lastPrinted>
  <dcterms:created xsi:type="dcterms:W3CDTF">2018-03-30T06:18:00Z</dcterms:created>
  <dcterms:modified xsi:type="dcterms:W3CDTF">2018-03-30T09:39:00Z</dcterms:modified>
</cp:coreProperties>
</file>